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B22934" w14:textId="77777777" w:rsidR="00DE3864" w:rsidRDefault="00DE3864" w:rsidP="00A85C1C">
      <w:pPr>
        <w:tabs>
          <w:tab w:val="left" w:pos="5670"/>
        </w:tabs>
        <w:rPr>
          <w:rFonts w:eastAsia="Calibri"/>
          <w:szCs w:val="22"/>
        </w:rPr>
      </w:pPr>
    </w:p>
    <w:p w14:paraId="46EF1A20" w14:textId="6CF83FBD" w:rsidR="00A85C1C" w:rsidRPr="00DE3864" w:rsidRDefault="00A85C1C" w:rsidP="00A85C1C">
      <w:pPr>
        <w:tabs>
          <w:tab w:val="left" w:pos="5670"/>
        </w:tabs>
        <w:rPr>
          <w:rFonts w:ascii="Calibri" w:eastAsia="Calibri" w:hAnsi="Calibri"/>
          <w:szCs w:val="22"/>
        </w:rPr>
      </w:pPr>
      <w:r>
        <w:rPr>
          <w:rFonts w:eastAsia="Calibri"/>
          <w:szCs w:val="22"/>
        </w:rPr>
        <w:t>Keskkonnaamet</w:t>
      </w:r>
      <w:r>
        <w:rPr>
          <w:rFonts w:eastAsia="Calibri"/>
          <w:szCs w:val="22"/>
        </w:rPr>
        <w:tab/>
      </w:r>
      <w:bookmarkStart w:id="0" w:name="OLE_LINK9"/>
      <w:bookmarkStart w:id="1" w:name="OLE_LINK8"/>
      <w:bookmarkStart w:id="2" w:name="OLE_LINK7"/>
    </w:p>
    <w:bookmarkEnd w:id="0"/>
    <w:bookmarkEnd w:id="1"/>
    <w:bookmarkEnd w:id="2"/>
    <w:p w14:paraId="25FBF667" w14:textId="77777777" w:rsidR="0061741A" w:rsidRDefault="00A85C1C" w:rsidP="00A85C1C">
      <w:pPr>
        <w:tabs>
          <w:tab w:val="left" w:pos="5670"/>
        </w:tabs>
        <w:rPr>
          <w:rFonts w:eastAsia="Calibri"/>
          <w:szCs w:val="22"/>
        </w:rPr>
      </w:pPr>
      <w:r>
        <w:fldChar w:fldCharType="begin"/>
      </w:r>
      <w:r>
        <w:instrText xml:space="preserve"> HYPERLINK "mailto:info@keskkonnaamet.ee" </w:instrText>
      </w:r>
      <w:r>
        <w:fldChar w:fldCharType="separate"/>
      </w:r>
      <w:r>
        <w:rPr>
          <w:rStyle w:val="Hperlink"/>
          <w:rFonts w:eastAsia="Calibri"/>
          <w:szCs w:val="22"/>
        </w:rPr>
        <w:t>info@keskkonnaamet.ee</w:t>
      </w:r>
      <w:r>
        <w:fldChar w:fldCharType="end"/>
      </w:r>
      <w:r>
        <w:rPr>
          <w:rFonts w:eastAsia="Calibri"/>
          <w:szCs w:val="22"/>
        </w:rPr>
        <w:t xml:space="preserve"> </w:t>
      </w:r>
    </w:p>
    <w:p w14:paraId="5DCA1D62" w14:textId="1C1BBA9D" w:rsidR="00A85C1C" w:rsidRDefault="00A85C1C" w:rsidP="00A85C1C">
      <w:pPr>
        <w:tabs>
          <w:tab w:val="left" w:pos="5670"/>
        </w:tabs>
      </w:pPr>
      <w:r>
        <w:rPr>
          <w:rFonts w:eastAsia="Calibri"/>
          <w:szCs w:val="22"/>
        </w:rPr>
        <w:tab/>
        <w:t>Meie 2</w:t>
      </w:r>
      <w:r w:rsidR="00DE3864">
        <w:rPr>
          <w:rFonts w:eastAsia="Calibri"/>
          <w:szCs w:val="22"/>
        </w:rPr>
        <w:t>8</w:t>
      </w:r>
      <w:r>
        <w:rPr>
          <w:rFonts w:eastAsia="Calibri"/>
          <w:szCs w:val="22"/>
        </w:rPr>
        <w:t>.0</w:t>
      </w:r>
      <w:r w:rsidR="00DE3864">
        <w:rPr>
          <w:rFonts w:eastAsia="Calibri"/>
          <w:szCs w:val="22"/>
        </w:rPr>
        <w:t>9</w:t>
      </w:r>
      <w:r>
        <w:rPr>
          <w:rFonts w:eastAsia="Calibri"/>
          <w:szCs w:val="22"/>
        </w:rPr>
        <w:t>.2020 nr 6-1/</w:t>
      </w:r>
      <w:r w:rsidR="003853D2">
        <w:rPr>
          <w:rFonts w:eastAsia="Calibri"/>
          <w:szCs w:val="22"/>
        </w:rPr>
        <w:t>5-18</w:t>
      </w:r>
    </w:p>
    <w:p w14:paraId="1FDFDF5C" w14:textId="77777777" w:rsidR="0061741A" w:rsidRDefault="000A61CD" w:rsidP="0061741A">
      <w:pPr>
        <w:rPr>
          <w:rFonts w:eastAsia="Calibri"/>
          <w:bCs/>
          <w:szCs w:val="22"/>
        </w:rPr>
      </w:pPr>
      <w:r>
        <w:rPr>
          <w:rFonts w:eastAsia="Calibri"/>
          <w:bCs/>
          <w:szCs w:val="22"/>
        </w:rPr>
        <w:t>Muinsuskaitseame</w:t>
      </w:r>
      <w:r w:rsidR="0061741A">
        <w:rPr>
          <w:rFonts w:eastAsia="Calibri"/>
          <w:bCs/>
          <w:szCs w:val="22"/>
        </w:rPr>
        <w:t>t</w:t>
      </w:r>
    </w:p>
    <w:p w14:paraId="346BA237" w14:textId="209DBA17" w:rsidR="000A61CD" w:rsidRDefault="0061741A" w:rsidP="0061741A">
      <w:pPr>
        <w:rPr>
          <w:rFonts w:eastAsia="Calibri"/>
          <w:bCs/>
          <w:szCs w:val="22"/>
        </w:rPr>
      </w:pPr>
      <w:hyperlink r:id="rId7" w:history="1">
        <w:r w:rsidRPr="00F12CCC">
          <w:rPr>
            <w:rStyle w:val="Hperlink"/>
            <w:rFonts w:eastAsia="Calibri"/>
            <w:bCs/>
            <w:szCs w:val="22"/>
          </w:rPr>
          <w:t>info@muinsuskaitseamet.ee</w:t>
        </w:r>
      </w:hyperlink>
    </w:p>
    <w:p w14:paraId="042DD08F" w14:textId="77777777" w:rsidR="0061741A" w:rsidRDefault="0061741A" w:rsidP="0061741A">
      <w:pPr>
        <w:rPr>
          <w:rFonts w:eastAsia="Calibri"/>
          <w:bCs/>
          <w:szCs w:val="22"/>
        </w:rPr>
      </w:pPr>
    </w:p>
    <w:p w14:paraId="2EECF9C1" w14:textId="6A637289" w:rsidR="000A61CD" w:rsidRDefault="0036380F" w:rsidP="0061741A">
      <w:pPr>
        <w:rPr>
          <w:rFonts w:eastAsia="Calibri"/>
          <w:bCs/>
          <w:szCs w:val="22"/>
        </w:rPr>
      </w:pPr>
      <w:r>
        <w:rPr>
          <w:rFonts w:eastAsia="Calibri"/>
          <w:bCs/>
          <w:szCs w:val="22"/>
        </w:rPr>
        <w:t>Päästeamet</w:t>
      </w:r>
    </w:p>
    <w:p w14:paraId="53169EA5" w14:textId="30D6AE2B" w:rsidR="0061741A" w:rsidRDefault="0061741A" w:rsidP="0061741A">
      <w:pPr>
        <w:rPr>
          <w:rFonts w:eastAsia="Calibri"/>
          <w:bCs/>
          <w:szCs w:val="22"/>
        </w:rPr>
      </w:pPr>
      <w:hyperlink r:id="rId8" w:history="1">
        <w:r w:rsidRPr="00F12CCC">
          <w:rPr>
            <w:rStyle w:val="Hperlink"/>
            <w:rFonts w:eastAsia="Calibri"/>
            <w:bCs/>
            <w:szCs w:val="22"/>
          </w:rPr>
          <w:t>louna@rescue.ee</w:t>
        </w:r>
      </w:hyperlink>
    </w:p>
    <w:p w14:paraId="7F5DCD40" w14:textId="77777777" w:rsidR="0036380F" w:rsidRPr="000A61CD" w:rsidRDefault="0036380F" w:rsidP="00DE3864">
      <w:pPr>
        <w:spacing w:before="480" w:after="480"/>
        <w:rPr>
          <w:rFonts w:eastAsia="Calibri"/>
          <w:bCs/>
          <w:szCs w:val="22"/>
        </w:rPr>
      </w:pPr>
    </w:p>
    <w:p w14:paraId="5048A4C5" w14:textId="500394AD" w:rsidR="00DE3864" w:rsidRPr="0035275A" w:rsidRDefault="00DE3864" w:rsidP="00DE3864">
      <w:pPr>
        <w:spacing w:before="480" w:after="480"/>
        <w:rPr>
          <w:rFonts w:eastAsia="Calibri"/>
          <w:b/>
          <w:szCs w:val="22"/>
        </w:rPr>
      </w:pPr>
      <w:r>
        <w:rPr>
          <w:rFonts w:eastAsia="Calibri"/>
          <w:b/>
          <w:szCs w:val="22"/>
        </w:rPr>
        <w:t xml:space="preserve">Elva </w:t>
      </w:r>
      <w:r w:rsidR="004B2C54">
        <w:rPr>
          <w:rFonts w:eastAsia="Calibri"/>
          <w:b/>
          <w:szCs w:val="22"/>
        </w:rPr>
        <w:t xml:space="preserve">linnas Vapramäe </w:t>
      </w:r>
      <w:r w:rsidR="00F44A9A">
        <w:rPr>
          <w:rFonts w:eastAsia="Calibri"/>
          <w:b/>
          <w:szCs w:val="22"/>
        </w:rPr>
        <w:t>9//11//13 kinnistu d</w:t>
      </w:r>
      <w:r>
        <w:rPr>
          <w:rFonts w:eastAsia="Calibri"/>
          <w:b/>
          <w:szCs w:val="22"/>
        </w:rPr>
        <w:t>etailplaneeringu lähteseisukohtade kohta ettepanekute küsimine</w:t>
      </w:r>
    </w:p>
    <w:p w14:paraId="0DE60AC9" w14:textId="1CFF61B0" w:rsidR="00DE3864" w:rsidRDefault="00DE3864" w:rsidP="00DE3864">
      <w:pPr>
        <w:rPr>
          <w:rFonts w:eastAsia="Calibri"/>
          <w:szCs w:val="22"/>
        </w:rPr>
      </w:pPr>
      <w:r>
        <w:rPr>
          <w:rFonts w:eastAsia="Calibri"/>
          <w:szCs w:val="22"/>
        </w:rPr>
        <w:t xml:space="preserve">Elva Vallavalitsus teavitab,  </w:t>
      </w:r>
      <w:r w:rsidRPr="006903C9">
        <w:rPr>
          <w:rFonts w:eastAsia="Calibri"/>
          <w:szCs w:val="22"/>
        </w:rPr>
        <w:t xml:space="preserve">et </w:t>
      </w:r>
      <w:r>
        <w:rPr>
          <w:rFonts w:eastAsia="Calibri"/>
          <w:szCs w:val="22"/>
        </w:rPr>
        <w:t>Elva Vallavolikogu 2</w:t>
      </w:r>
      <w:r w:rsidR="00F44A9A">
        <w:rPr>
          <w:rFonts w:eastAsia="Calibri"/>
          <w:szCs w:val="22"/>
        </w:rPr>
        <w:t>4</w:t>
      </w:r>
      <w:r>
        <w:rPr>
          <w:rFonts w:eastAsia="Calibri"/>
          <w:szCs w:val="22"/>
        </w:rPr>
        <w:t>.0</w:t>
      </w:r>
      <w:r w:rsidR="00F44A9A">
        <w:rPr>
          <w:rFonts w:eastAsia="Calibri"/>
          <w:szCs w:val="22"/>
        </w:rPr>
        <w:t>8</w:t>
      </w:r>
      <w:r>
        <w:rPr>
          <w:rFonts w:eastAsia="Calibri"/>
          <w:szCs w:val="22"/>
        </w:rPr>
        <w:t>.20</w:t>
      </w:r>
      <w:r w:rsidR="00F44A9A">
        <w:rPr>
          <w:rFonts w:eastAsia="Calibri"/>
          <w:szCs w:val="22"/>
        </w:rPr>
        <w:t>20</w:t>
      </w:r>
      <w:r>
        <w:rPr>
          <w:rFonts w:eastAsia="Calibri"/>
          <w:szCs w:val="22"/>
        </w:rPr>
        <w:t xml:space="preserve"> otsusega nr </w:t>
      </w:r>
      <w:r w:rsidR="00F44A9A">
        <w:rPr>
          <w:rFonts w:eastAsia="Calibri"/>
          <w:szCs w:val="22"/>
        </w:rPr>
        <w:t xml:space="preserve">1-3/186 </w:t>
      </w:r>
      <w:r>
        <w:rPr>
          <w:rFonts w:eastAsia="Calibri"/>
          <w:szCs w:val="22"/>
        </w:rPr>
        <w:t xml:space="preserve"> algatati</w:t>
      </w:r>
      <w:r w:rsidRPr="006903C9">
        <w:rPr>
          <w:rFonts w:eastAsia="Calibri"/>
          <w:szCs w:val="22"/>
        </w:rPr>
        <w:t xml:space="preserve"> </w:t>
      </w:r>
      <w:r>
        <w:rPr>
          <w:rFonts w:eastAsia="Calibri"/>
          <w:szCs w:val="22"/>
        </w:rPr>
        <w:t xml:space="preserve">Elva </w:t>
      </w:r>
      <w:r w:rsidR="00F44A9A">
        <w:rPr>
          <w:rFonts w:eastAsia="Calibri"/>
          <w:szCs w:val="22"/>
        </w:rPr>
        <w:t>linnas Vapramäe 9//11//13 kinnistu Elva linna</w:t>
      </w:r>
      <w:r>
        <w:rPr>
          <w:rFonts w:eastAsia="Calibri"/>
          <w:szCs w:val="22"/>
        </w:rPr>
        <w:t xml:space="preserve"> üldplaneeringut muutev detailplaneering</w:t>
      </w:r>
      <w:r w:rsidR="00FC50B1">
        <w:rPr>
          <w:rFonts w:eastAsia="Calibri"/>
          <w:szCs w:val="22"/>
        </w:rPr>
        <w:t xml:space="preserve"> (detailplaneering)</w:t>
      </w:r>
      <w:r>
        <w:rPr>
          <w:rFonts w:eastAsia="Calibri"/>
          <w:szCs w:val="22"/>
        </w:rPr>
        <w:t xml:space="preserve"> ja jäeti algatamata keskkonnamõju strateegiline hindamine (</w:t>
      </w:r>
      <w:r w:rsidR="001A5C7F">
        <w:rPr>
          <w:rFonts w:eastAsia="Calibri"/>
          <w:szCs w:val="22"/>
        </w:rPr>
        <w:t>Lis</w:t>
      </w:r>
      <w:r w:rsidR="00B35E5F">
        <w:rPr>
          <w:rFonts w:eastAsia="Calibri"/>
          <w:szCs w:val="22"/>
        </w:rPr>
        <w:t>a</w:t>
      </w:r>
      <w:r w:rsidR="001A5C7F">
        <w:rPr>
          <w:rFonts w:eastAsia="Calibri"/>
          <w:szCs w:val="22"/>
        </w:rPr>
        <w:t xml:space="preserve"> 1).</w:t>
      </w:r>
      <w:r w:rsidR="00FC50B1">
        <w:rPr>
          <w:rFonts w:eastAsia="Calibri"/>
          <w:szCs w:val="22"/>
        </w:rPr>
        <w:t xml:space="preserve"> Elva Vallavalitsuse 8.09.2020 korraldusega nr 2-3/584 anti välja detailplaneeringu lähteseisukohad.</w:t>
      </w:r>
    </w:p>
    <w:p w14:paraId="4D38861A" w14:textId="77777777" w:rsidR="00DE3864" w:rsidRDefault="00DE3864" w:rsidP="00DE3864">
      <w:pPr>
        <w:rPr>
          <w:rFonts w:eastAsia="Calibri"/>
          <w:szCs w:val="22"/>
        </w:rPr>
      </w:pPr>
    </w:p>
    <w:p w14:paraId="0C7D7F6C" w14:textId="72733A79" w:rsidR="00DE3864" w:rsidRPr="000359B4" w:rsidRDefault="00DE3864" w:rsidP="00DE3864">
      <w:pPr>
        <w:rPr>
          <w:rFonts w:eastAsia="Calibri"/>
          <w:b/>
          <w:szCs w:val="22"/>
        </w:rPr>
      </w:pPr>
      <w:r>
        <w:rPr>
          <w:rFonts w:eastAsia="Calibri"/>
          <w:szCs w:val="22"/>
        </w:rPr>
        <w:t xml:space="preserve">Planeerimisseaduse § 81 lg 1 alusel esitame Teile </w:t>
      </w:r>
      <w:r w:rsidR="00FC50B1">
        <w:rPr>
          <w:rFonts w:eastAsia="Calibri"/>
          <w:szCs w:val="22"/>
        </w:rPr>
        <w:t>detail</w:t>
      </w:r>
      <w:r>
        <w:rPr>
          <w:rFonts w:eastAsia="Calibri"/>
          <w:szCs w:val="22"/>
        </w:rPr>
        <w:t>planeeringu lähteseisukohad</w:t>
      </w:r>
      <w:r w:rsidR="00B35E5F">
        <w:rPr>
          <w:rFonts w:eastAsia="Calibri"/>
          <w:szCs w:val="22"/>
        </w:rPr>
        <w:t xml:space="preserve"> (Lisa 2)</w:t>
      </w:r>
      <w:r>
        <w:rPr>
          <w:rFonts w:eastAsia="Calibri"/>
          <w:szCs w:val="22"/>
        </w:rPr>
        <w:t xml:space="preserve"> ning ootame nende kohta Teie ettepanekuid hiljemalt </w:t>
      </w:r>
      <w:r w:rsidR="0036380F">
        <w:rPr>
          <w:rFonts w:eastAsia="Calibri"/>
          <w:b/>
          <w:szCs w:val="22"/>
        </w:rPr>
        <w:t>28</w:t>
      </w:r>
      <w:r>
        <w:rPr>
          <w:rFonts w:eastAsia="Calibri"/>
          <w:b/>
          <w:szCs w:val="22"/>
        </w:rPr>
        <w:t xml:space="preserve">. </w:t>
      </w:r>
      <w:r w:rsidR="0036380F">
        <w:rPr>
          <w:rFonts w:eastAsia="Calibri"/>
          <w:b/>
          <w:szCs w:val="22"/>
        </w:rPr>
        <w:t>oktoobriks</w:t>
      </w:r>
      <w:r>
        <w:rPr>
          <w:rFonts w:eastAsia="Calibri"/>
          <w:b/>
          <w:szCs w:val="22"/>
        </w:rPr>
        <w:t xml:space="preserve"> 20</w:t>
      </w:r>
      <w:r w:rsidR="0036380F">
        <w:rPr>
          <w:rFonts w:eastAsia="Calibri"/>
          <w:b/>
          <w:szCs w:val="22"/>
        </w:rPr>
        <w:t>20</w:t>
      </w:r>
      <w:r w:rsidRPr="000359B4">
        <w:rPr>
          <w:rFonts w:eastAsia="Calibri"/>
          <w:b/>
          <w:szCs w:val="22"/>
        </w:rPr>
        <w:t xml:space="preserve">.  </w:t>
      </w:r>
    </w:p>
    <w:p w14:paraId="458DFBE5" w14:textId="77777777" w:rsidR="00DE3864" w:rsidRPr="000359B4" w:rsidRDefault="00DE3864" w:rsidP="00DE3864">
      <w:pPr>
        <w:rPr>
          <w:rFonts w:eastAsia="Calibri"/>
          <w:b/>
          <w:szCs w:val="22"/>
        </w:rPr>
      </w:pPr>
    </w:p>
    <w:p w14:paraId="698FE4C7" w14:textId="77777777" w:rsidR="00DE3864" w:rsidRDefault="00DE3864" w:rsidP="00A85C1C">
      <w:pPr>
        <w:spacing w:before="480" w:after="480"/>
      </w:pPr>
    </w:p>
    <w:p w14:paraId="1C1FB7EF" w14:textId="77777777" w:rsidR="0035275A" w:rsidRDefault="0035275A" w:rsidP="006908EC">
      <w:pPr>
        <w:spacing w:before="920" w:after="760"/>
        <w:rPr>
          <w:rFonts w:eastAsia="Calibri"/>
          <w:szCs w:val="22"/>
        </w:rPr>
      </w:pPr>
      <w:r>
        <w:rPr>
          <w:rFonts w:eastAsia="Calibri"/>
          <w:szCs w:val="22"/>
        </w:rPr>
        <w:t>Lugupidamisega</w:t>
      </w:r>
    </w:p>
    <w:p w14:paraId="07E00ED0" w14:textId="77777777" w:rsidR="0035275A" w:rsidRPr="0035275A" w:rsidRDefault="0035275A" w:rsidP="00A23C54">
      <w:pPr>
        <w:rPr>
          <w:rFonts w:eastAsia="Calibri"/>
          <w:i/>
          <w:szCs w:val="22"/>
        </w:rPr>
      </w:pPr>
      <w:r w:rsidRPr="0035275A">
        <w:rPr>
          <w:rFonts w:eastAsia="Calibri"/>
          <w:i/>
          <w:szCs w:val="22"/>
        </w:rPr>
        <w:t>/allkirjastatud digitaalselt/</w:t>
      </w:r>
    </w:p>
    <w:p w14:paraId="39A503E0" w14:textId="77777777" w:rsidR="0035275A" w:rsidRDefault="0030397E" w:rsidP="00A23C54">
      <w:pPr>
        <w:rPr>
          <w:rFonts w:eastAsia="Calibri"/>
          <w:szCs w:val="22"/>
        </w:rPr>
      </w:pPr>
      <w:r>
        <w:rPr>
          <w:rFonts w:eastAsia="Calibri"/>
          <w:szCs w:val="22"/>
        </w:rPr>
        <w:t>Mikk Järv</w:t>
      </w:r>
    </w:p>
    <w:p w14:paraId="0A9278B4" w14:textId="77777777" w:rsidR="006F329B" w:rsidRDefault="0054114B" w:rsidP="006E11B2">
      <w:pPr>
        <w:rPr>
          <w:rFonts w:eastAsia="Calibri"/>
          <w:szCs w:val="22"/>
        </w:rPr>
      </w:pPr>
      <w:r>
        <w:rPr>
          <w:rFonts w:eastAsia="Calibri"/>
          <w:szCs w:val="22"/>
        </w:rPr>
        <w:t>a</w:t>
      </w:r>
      <w:r w:rsidR="00B74874">
        <w:rPr>
          <w:rFonts w:eastAsia="Calibri"/>
          <w:szCs w:val="22"/>
        </w:rPr>
        <w:t>bivallavanem</w:t>
      </w:r>
    </w:p>
    <w:p w14:paraId="302D3A14" w14:textId="77777777" w:rsidR="0065087C" w:rsidRDefault="0065087C" w:rsidP="006E11B2">
      <w:pPr>
        <w:rPr>
          <w:rFonts w:eastAsia="Calibri"/>
          <w:szCs w:val="22"/>
        </w:rPr>
      </w:pPr>
      <w:r>
        <w:rPr>
          <w:rFonts w:eastAsia="Calibri"/>
          <w:szCs w:val="22"/>
        </w:rPr>
        <w:t xml:space="preserve"> </w:t>
      </w:r>
    </w:p>
    <w:p w14:paraId="5219DCF1" w14:textId="77777777" w:rsidR="00843804" w:rsidRDefault="00843804" w:rsidP="006E11B2">
      <w:pPr>
        <w:rPr>
          <w:rFonts w:eastAsia="Calibri"/>
          <w:szCs w:val="22"/>
        </w:rPr>
      </w:pPr>
      <w:r>
        <w:rPr>
          <w:rFonts w:eastAsia="Calibri"/>
          <w:szCs w:val="22"/>
        </w:rPr>
        <w:t xml:space="preserve">Lisad: </w:t>
      </w:r>
    </w:p>
    <w:p w14:paraId="453DF4EC" w14:textId="5055219C" w:rsidR="00843804" w:rsidRPr="0036380F" w:rsidRDefault="00843804" w:rsidP="0036380F">
      <w:pPr>
        <w:pStyle w:val="Loendilik"/>
        <w:numPr>
          <w:ilvl w:val="0"/>
          <w:numId w:val="2"/>
        </w:numPr>
        <w:rPr>
          <w:rFonts w:eastAsia="Calibri"/>
          <w:szCs w:val="22"/>
        </w:rPr>
      </w:pPr>
      <w:r w:rsidRPr="00843804">
        <w:rPr>
          <w:rFonts w:eastAsia="Calibri"/>
          <w:szCs w:val="22"/>
        </w:rPr>
        <w:t xml:space="preserve">Elva Linnavolikogu </w:t>
      </w:r>
      <w:r w:rsidR="0036380F">
        <w:rPr>
          <w:rFonts w:eastAsia="Calibri"/>
          <w:szCs w:val="22"/>
        </w:rPr>
        <w:t>24</w:t>
      </w:r>
      <w:r w:rsidRPr="00843804">
        <w:rPr>
          <w:rFonts w:eastAsia="Calibri"/>
          <w:szCs w:val="22"/>
        </w:rPr>
        <w:t>.0</w:t>
      </w:r>
      <w:r w:rsidR="0036380F">
        <w:rPr>
          <w:rFonts w:eastAsia="Calibri"/>
          <w:szCs w:val="22"/>
        </w:rPr>
        <w:t>8</w:t>
      </w:r>
      <w:r w:rsidRPr="00843804">
        <w:rPr>
          <w:rFonts w:eastAsia="Calibri"/>
          <w:szCs w:val="22"/>
        </w:rPr>
        <w:t>.2020 otsus</w:t>
      </w:r>
      <w:r w:rsidR="0036380F">
        <w:rPr>
          <w:rFonts w:eastAsia="Calibri"/>
          <w:szCs w:val="22"/>
        </w:rPr>
        <w:t xml:space="preserve"> nr 1-3/186;</w:t>
      </w:r>
    </w:p>
    <w:p w14:paraId="74E9E6BC" w14:textId="3DA49F1E" w:rsidR="00843804" w:rsidRPr="00843804" w:rsidRDefault="0036380F" w:rsidP="00843804">
      <w:pPr>
        <w:pStyle w:val="Loendilik"/>
        <w:numPr>
          <w:ilvl w:val="0"/>
          <w:numId w:val="2"/>
        </w:numPr>
        <w:rPr>
          <w:rFonts w:eastAsia="Calibri"/>
          <w:szCs w:val="22"/>
        </w:rPr>
      </w:pPr>
      <w:r>
        <w:rPr>
          <w:rFonts w:eastAsia="Calibri"/>
          <w:szCs w:val="22"/>
        </w:rPr>
        <w:t xml:space="preserve">Elva Vallavalitsuse </w:t>
      </w:r>
      <w:r w:rsidR="005F2532">
        <w:rPr>
          <w:rFonts w:eastAsia="Calibri"/>
          <w:szCs w:val="22"/>
        </w:rPr>
        <w:t>8.09.2020 korraldus nr 2-3/584</w:t>
      </w:r>
    </w:p>
    <w:p w14:paraId="4C45B4CE" w14:textId="77777777" w:rsidR="00843804" w:rsidRDefault="00843804" w:rsidP="006E11B2">
      <w:pPr>
        <w:rPr>
          <w:rFonts w:eastAsia="Calibri"/>
          <w:szCs w:val="22"/>
        </w:rPr>
      </w:pPr>
    </w:p>
    <w:p w14:paraId="29361C14" w14:textId="77777777" w:rsidR="00843804" w:rsidRDefault="00843804" w:rsidP="006E11B2">
      <w:pPr>
        <w:rPr>
          <w:rFonts w:eastAsia="Calibri"/>
          <w:szCs w:val="22"/>
        </w:rPr>
      </w:pPr>
    </w:p>
    <w:p w14:paraId="1BDFEB8E" w14:textId="64A88953" w:rsidR="0065087C" w:rsidRPr="00A23C54" w:rsidRDefault="0065087C" w:rsidP="006E11B2">
      <w:pPr>
        <w:rPr>
          <w:rFonts w:eastAsia="Calibri"/>
          <w:szCs w:val="22"/>
        </w:rPr>
      </w:pPr>
      <w:r>
        <w:rPr>
          <w:rFonts w:eastAsia="Calibri"/>
          <w:szCs w:val="22"/>
        </w:rPr>
        <w:t xml:space="preserve">Maarika Uprus </w:t>
      </w:r>
      <w:r w:rsidR="005F2532">
        <w:rPr>
          <w:rFonts w:eastAsia="Calibri"/>
          <w:szCs w:val="22"/>
        </w:rPr>
        <w:t>527 1860</w:t>
      </w:r>
    </w:p>
    <w:sectPr w:rsidR="0065087C" w:rsidRPr="00A23C54" w:rsidSect="003C342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680" w:right="851" w:bottom="680" w:left="1701" w:header="680" w:footer="272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A3640F" w14:textId="77777777" w:rsidR="00BC401B" w:rsidRDefault="00BC401B">
      <w:r>
        <w:separator/>
      </w:r>
    </w:p>
  </w:endnote>
  <w:endnote w:type="continuationSeparator" w:id="0">
    <w:p w14:paraId="060F6AA1" w14:textId="77777777" w:rsidR="00BC401B" w:rsidRDefault="00BC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8454EC" w14:textId="77777777" w:rsidR="00C5684C" w:rsidRDefault="00C5684C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83912" w14:textId="77777777" w:rsidR="00C5684C" w:rsidRDefault="00C5684C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Kontuurtabel"/>
      <w:tblW w:w="949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77"/>
      <w:gridCol w:w="2552"/>
      <w:gridCol w:w="3969"/>
    </w:tblGrid>
    <w:tr w:rsidR="00731332" w:rsidRPr="00F4385A" w14:paraId="64D4DA99" w14:textId="77777777" w:rsidTr="00FA5B32">
      <w:trPr>
        <w:trHeight w:val="400"/>
      </w:trPr>
      <w:tc>
        <w:tcPr>
          <w:tcW w:w="2977" w:type="dxa"/>
          <w:tcBorders>
            <w:top w:val="double" w:sz="4" w:space="0" w:color="auto"/>
          </w:tcBorders>
          <w:vAlign w:val="bottom"/>
        </w:tcPr>
        <w:p w14:paraId="473CDB85" w14:textId="77777777" w:rsidR="00731332" w:rsidRPr="00124061" w:rsidRDefault="005E14C0" w:rsidP="005E14C0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ind w:left="34" w:hanging="34"/>
            <w:rPr>
              <w:rFonts w:cs="Tahoma"/>
              <w:sz w:val="22"/>
              <w:szCs w:val="22"/>
            </w:rPr>
          </w:pPr>
          <w:bookmarkStart w:id="3" w:name="OLE_LINK13"/>
          <w:bookmarkStart w:id="4" w:name="OLE_LINK14"/>
          <w:bookmarkStart w:id="5" w:name="OLE_LINK15"/>
          <w:bookmarkStart w:id="6" w:name="OLE_LINK16"/>
          <w:r w:rsidRPr="00124061">
            <w:rPr>
              <w:rFonts w:cs="Tahoma"/>
              <w:sz w:val="22"/>
              <w:szCs w:val="22"/>
            </w:rPr>
            <w:t>Kesk 32</w:t>
          </w:r>
          <w:r w:rsidR="00FA5B32">
            <w:rPr>
              <w:rFonts w:cs="Tahoma"/>
              <w:sz w:val="22"/>
              <w:szCs w:val="22"/>
            </w:rPr>
            <w:t xml:space="preserve">, </w:t>
          </w:r>
          <w:r w:rsidR="00FA5B32" w:rsidRPr="00124061">
            <w:rPr>
              <w:rFonts w:cs="Tahoma"/>
              <w:sz w:val="22"/>
              <w:szCs w:val="22"/>
            </w:rPr>
            <w:t>61507 Elva</w:t>
          </w:r>
          <w:r w:rsidR="00FA5B32">
            <w:rPr>
              <w:rFonts w:cs="Tahoma"/>
              <w:sz w:val="22"/>
              <w:szCs w:val="22"/>
            </w:rPr>
            <w:t xml:space="preserve"> linn</w:t>
          </w:r>
        </w:p>
      </w:tc>
      <w:tc>
        <w:tcPr>
          <w:tcW w:w="2552" w:type="dxa"/>
          <w:tcBorders>
            <w:top w:val="double" w:sz="4" w:space="0" w:color="auto"/>
          </w:tcBorders>
          <w:vAlign w:val="bottom"/>
        </w:tcPr>
        <w:p w14:paraId="04BE488C" w14:textId="77777777" w:rsidR="00731332" w:rsidRPr="00124061" w:rsidRDefault="00F4385A" w:rsidP="003C342A">
          <w:pPr>
            <w:pStyle w:val="Jalus"/>
            <w:tabs>
              <w:tab w:val="clear" w:pos="4153"/>
              <w:tab w:val="clear" w:pos="8306"/>
              <w:tab w:val="left" w:pos="742"/>
              <w:tab w:val="right" w:pos="10773"/>
            </w:tabs>
            <w:ind w:hanging="1"/>
            <w:rPr>
              <w:rFonts w:cs="Tahoma"/>
              <w:sz w:val="22"/>
              <w:szCs w:val="22"/>
            </w:rPr>
          </w:pPr>
          <w:r w:rsidRPr="00124061">
            <w:rPr>
              <w:rFonts w:cs="Tahoma"/>
              <w:sz w:val="22"/>
              <w:szCs w:val="22"/>
            </w:rPr>
            <w:t>telefon:</w:t>
          </w:r>
          <w:r w:rsidRPr="00124061">
            <w:rPr>
              <w:rFonts w:cs="Tahoma"/>
              <w:sz w:val="22"/>
              <w:szCs w:val="22"/>
            </w:rPr>
            <w:tab/>
            <w:t>730 9880</w:t>
          </w:r>
        </w:p>
      </w:tc>
      <w:tc>
        <w:tcPr>
          <w:tcW w:w="3969" w:type="dxa"/>
          <w:tcBorders>
            <w:top w:val="double" w:sz="4" w:space="0" w:color="auto"/>
          </w:tcBorders>
          <w:vAlign w:val="bottom"/>
        </w:tcPr>
        <w:p w14:paraId="12F1E46D" w14:textId="77777777" w:rsidR="00731332" w:rsidRPr="00124061" w:rsidRDefault="00B4502E" w:rsidP="00FA5B32">
          <w:pPr>
            <w:jc w:val="left"/>
            <w:rPr>
              <w:rFonts w:cs="Tahoma"/>
              <w:szCs w:val="22"/>
            </w:rPr>
          </w:pPr>
          <w:r>
            <w:rPr>
              <w:rFonts w:cs="Tahoma"/>
              <w:szCs w:val="22"/>
            </w:rPr>
            <w:t xml:space="preserve">a/a </w:t>
          </w:r>
          <w:r w:rsidRPr="00B4502E">
            <w:rPr>
              <w:rFonts w:ascii="Calibri" w:hAnsi="Calibri" w:cs="Calibri"/>
              <w:szCs w:val="22"/>
            </w:rPr>
            <w:t>EE212200001120112068</w:t>
          </w:r>
          <w:r w:rsidR="00FA5B32">
            <w:rPr>
              <w:rFonts w:cs="Tahoma"/>
              <w:szCs w:val="22"/>
            </w:rPr>
            <w:t xml:space="preserve"> Swedbank</w:t>
          </w:r>
        </w:p>
      </w:tc>
    </w:tr>
    <w:tr w:rsidR="00FA5B32" w:rsidRPr="00F4385A" w14:paraId="3033AD09" w14:textId="77777777" w:rsidTr="00FA5B32">
      <w:tc>
        <w:tcPr>
          <w:tcW w:w="2977" w:type="dxa"/>
        </w:tcPr>
        <w:p w14:paraId="54D317D7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>Elva vald,</w:t>
          </w:r>
          <w:r w:rsidRPr="00124061">
            <w:rPr>
              <w:rFonts w:cs="Tahoma"/>
              <w:sz w:val="22"/>
              <w:szCs w:val="22"/>
            </w:rPr>
            <w:t xml:space="preserve"> Tartumaa</w:t>
          </w:r>
        </w:p>
      </w:tc>
      <w:tc>
        <w:tcPr>
          <w:tcW w:w="2552" w:type="dxa"/>
        </w:tcPr>
        <w:p w14:paraId="41468166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742"/>
              <w:tab w:val="right" w:pos="10773"/>
            </w:tabs>
            <w:ind w:left="34" w:hanging="34"/>
            <w:rPr>
              <w:rFonts w:cs="Tahoma"/>
              <w:sz w:val="22"/>
              <w:szCs w:val="22"/>
            </w:rPr>
          </w:pPr>
          <w:r w:rsidRPr="00124061">
            <w:rPr>
              <w:rFonts w:cs="Tahoma"/>
              <w:sz w:val="22"/>
              <w:szCs w:val="22"/>
            </w:rPr>
            <w:t>e-post:</w:t>
          </w:r>
          <w:r w:rsidRPr="00124061">
            <w:rPr>
              <w:rFonts w:cs="Tahoma"/>
              <w:sz w:val="22"/>
              <w:szCs w:val="22"/>
            </w:rPr>
            <w:tab/>
            <w:t>elva@elva.ee</w:t>
          </w:r>
        </w:p>
      </w:tc>
      <w:tc>
        <w:tcPr>
          <w:tcW w:w="3969" w:type="dxa"/>
        </w:tcPr>
        <w:p w14:paraId="48DF0E48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jc w:val="left"/>
            <w:rPr>
              <w:rFonts w:cs="Tahoma"/>
              <w:sz w:val="22"/>
              <w:szCs w:val="22"/>
            </w:rPr>
          </w:pPr>
          <w:r>
            <w:rPr>
              <w:rFonts w:cs="Tahoma"/>
              <w:sz w:val="22"/>
              <w:szCs w:val="22"/>
            </w:rPr>
            <w:t xml:space="preserve">a/a </w:t>
          </w:r>
          <w:r w:rsidRPr="00FA5B32">
            <w:rPr>
              <w:rFonts w:cs="Tahoma"/>
              <w:sz w:val="22"/>
              <w:szCs w:val="22"/>
            </w:rPr>
            <w:t>EE291010102018767003</w:t>
          </w:r>
          <w:r>
            <w:t xml:space="preserve"> </w:t>
          </w:r>
          <w:r w:rsidRPr="00C5684C">
            <w:rPr>
              <w:sz w:val="22"/>
              <w:szCs w:val="22"/>
            </w:rPr>
            <w:t>SEB pank</w:t>
          </w:r>
        </w:p>
      </w:tc>
    </w:tr>
    <w:tr w:rsidR="00FA5B32" w:rsidRPr="00F4385A" w14:paraId="7713360B" w14:textId="77777777" w:rsidTr="00FA5B32">
      <w:tc>
        <w:tcPr>
          <w:tcW w:w="2977" w:type="dxa"/>
        </w:tcPr>
        <w:p w14:paraId="4981F3AF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rPr>
              <w:rFonts w:cs="Tahoma"/>
              <w:sz w:val="22"/>
              <w:szCs w:val="22"/>
            </w:rPr>
          </w:pPr>
          <w:r w:rsidRPr="00124061">
            <w:rPr>
              <w:rFonts w:cs="Tahoma"/>
              <w:sz w:val="22"/>
              <w:szCs w:val="22"/>
            </w:rPr>
            <w:t xml:space="preserve">reg nr </w:t>
          </w:r>
          <w:r>
            <w:rPr>
              <w:rFonts w:cs="Tahoma"/>
              <w:sz w:val="22"/>
              <w:szCs w:val="22"/>
            </w:rPr>
            <w:t>77000170</w:t>
          </w:r>
        </w:p>
      </w:tc>
      <w:tc>
        <w:tcPr>
          <w:tcW w:w="2552" w:type="dxa"/>
        </w:tcPr>
        <w:p w14:paraId="196E4A02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742"/>
              <w:tab w:val="right" w:pos="10773"/>
            </w:tabs>
            <w:rPr>
              <w:rFonts w:cs="Tahoma"/>
              <w:sz w:val="22"/>
              <w:szCs w:val="22"/>
            </w:rPr>
          </w:pPr>
        </w:p>
      </w:tc>
      <w:tc>
        <w:tcPr>
          <w:tcW w:w="3969" w:type="dxa"/>
        </w:tcPr>
        <w:p w14:paraId="3719E281" w14:textId="77777777" w:rsidR="00FA5B32" w:rsidRPr="00124061" w:rsidRDefault="00FA5B32" w:rsidP="00FA5B32">
          <w:pPr>
            <w:pStyle w:val="Jalus"/>
            <w:tabs>
              <w:tab w:val="clear" w:pos="4153"/>
              <w:tab w:val="clear" w:pos="8306"/>
              <w:tab w:val="left" w:pos="4536"/>
              <w:tab w:val="right" w:pos="10773"/>
            </w:tabs>
            <w:rPr>
              <w:rFonts w:cs="Tahoma"/>
              <w:sz w:val="22"/>
              <w:szCs w:val="22"/>
            </w:rPr>
          </w:pPr>
        </w:p>
      </w:tc>
    </w:tr>
    <w:bookmarkEnd w:id="3"/>
    <w:bookmarkEnd w:id="4"/>
    <w:bookmarkEnd w:id="5"/>
    <w:bookmarkEnd w:id="6"/>
  </w:tbl>
  <w:p w14:paraId="370D3344" w14:textId="77777777" w:rsidR="00E60DD0" w:rsidRPr="005E14C0" w:rsidRDefault="00E60DD0" w:rsidP="005E14C0">
    <w:pPr>
      <w:pStyle w:val="Jalus"/>
      <w:tabs>
        <w:tab w:val="clear" w:pos="4153"/>
        <w:tab w:val="clear" w:pos="8306"/>
        <w:tab w:val="left" w:pos="4536"/>
        <w:tab w:val="left" w:pos="5245"/>
        <w:tab w:val="right" w:pos="10773"/>
      </w:tabs>
      <w:rPr>
        <w:rFonts w:ascii="Book Antiqua" w:hAnsi="Book Antiqu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5C7A94" w14:textId="77777777" w:rsidR="00BC401B" w:rsidRDefault="00BC401B">
      <w:r>
        <w:separator/>
      </w:r>
    </w:p>
  </w:footnote>
  <w:footnote w:type="continuationSeparator" w:id="0">
    <w:p w14:paraId="7A2497FB" w14:textId="77777777" w:rsidR="00BC401B" w:rsidRDefault="00BC40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C2B7C" w14:textId="77777777" w:rsidR="00C5684C" w:rsidRDefault="00C5684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7D060" w14:textId="77777777" w:rsidR="006E11B2" w:rsidRDefault="006E11B2" w:rsidP="006E11B2">
    <w:pPr>
      <w:pStyle w:val="Pis"/>
      <w:jc w:val="center"/>
    </w:pPr>
    <w:r>
      <w:fldChar w:fldCharType="begin"/>
    </w:r>
    <w:r>
      <w:instrText>PAGE   \* MERGEFORMAT</w:instrText>
    </w:r>
    <w:r>
      <w:fldChar w:fldCharType="separate"/>
    </w:r>
    <w:r w:rsidR="003C342A" w:rsidRPr="003C342A">
      <w:rPr>
        <w:noProof/>
        <w:lang w:val="et-EE"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1B14FF" w14:textId="77777777" w:rsidR="00E60DD0" w:rsidRDefault="00935309" w:rsidP="00A23C54">
    <w:pPr>
      <w:pStyle w:val="Pis"/>
      <w:jc w:val="center"/>
    </w:pPr>
    <w:r>
      <w:rPr>
        <w:noProof/>
      </w:rPr>
      <w:drawing>
        <wp:inline distT="0" distB="0" distL="0" distR="0" wp14:anchorId="65A804A9" wp14:editId="79C7B024">
          <wp:extent cx="807005" cy="921600"/>
          <wp:effectExtent l="0" t="0" r="0" b="0"/>
          <wp:docPr id="3" name="Pilt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lva.vald.vappRGBsinihõbe500x57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7005" cy="92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012D84" w14:textId="77777777" w:rsidR="00E60DD0" w:rsidRPr="00ED738B" w:rsidRDefault="00E60DD0">
    <w:pPr>
      <w:pStyle w:val="Pis"/>
      <w:jc w:val="center"/>
      <w:rPr>
        <w:rFonts w:cs="Tahoma"/>
        <w:spacing w:val="20"/>
        <w:sz w:val="28"/>
        <w:szCs w:val="28"/>
      </w:rPr>
    </w:pPr>
    <w:r w:rsidRPr="00ED738B">
      <w:rPr>
        <w:rFonts w:cs="Tahoma"/>
        <w:spacing w:val="20"/>
        <w:sz w:val="28"/>
        <w:szCs w:val="28"/>
      </w:rPr>
      <w:t xml:space="preserve">ELVA </w:t>
    </w:r>
    <w:r w:rsidR="007935A6">
      <w:rPr>
        <w:rFonts w:cs="Tahoma"/>
        <w:spacing w:val="20"/>
        <w:sz w:val="28"/>
        <w:szCs w:val="28"/>
      </w:rPr>
      <w:t>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A33AB5"/>
    <w:multiLevelType w:val="hybridMultilevel"/>
    <w:tmpl w:val="35A0B782"/>
    <w:lvl w:ilvl="0" w:tplc="B194EB3E">
      <w:numFmt w:val="bullet"/>
      <w:lvlText w:val="•"/>
      <w:lvlJc w:val="left"/>
      <w:pPr>
        <w:ind w:left="1068" w:hanging="708"/>
      </w:pPr>
      <w:rPr>
        <w:rFonts w:ascii="Times New Roman" w:eastAsia="Calibri" w:hAnsi="Times New Roman" w:cs="Times New Roman" w:hint="default"/>
      </w:rPr>
    </w:lvl>
    <w:lvl w:ilvl="1" w:tplc="042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52C16EA"/>
    <w:multiLevelType w:val="hybridMultilevel"/>
    <w:tmpl w:val="88164C5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attachedTemplate r:id="rId1"/>
  <w:defaultTabStop w:val="720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97E"/>
    <w:rsid w:val="000068D0"/>
    <w:rsid w:val="000130C3"/>
    <w:rsid w:val="00062E80"/>
    <w:rsid w:val="000A61CD"/>
    <w:rsid w:val="00124061"/>
    <w:rsid w:val="001778AE"/>
    <w:rsid w:val="00184D9B"/>
    <w:rsid w:val="001A5C7F"/>
    <w:rsid w:val="002171E9"/>
    <w:rsid w:val="00245ACE"/>
    <w:rsid w:val="00246D6C"/>
    <w:rsid w:val="002724CB"/>
    <w:rsid w:val="0028437C"/>
    <w:rsid w:val="002F592E"/>
    <w:rsid w:val="0030397E"/>
    <w:rsid w:val="0035275A"/>
    <w:rsid w:val="0036380F"/>
    <w:rsid w:val="003704C2"/>
    <w:rsid w:val="003853D2"/>
    <w:rsid w:val="00392716"/>
    <w:rsid w:val="003C342A"/>
    <w:rsid w:val="003D303C"/>
    <w:rsid w:val="00402B28"/>
    <w:rsid w:val="004743D2"/>
    <w:rsid w:val="004A03D6"/>
    <w:rsid w:val="004B2C54"/>
    <w:rsid w:val="004D608E"/>
    <w:rsid w:val="0054114B"/>
    <w:rsid w:val="00591B1C"/>
    <w:rsid w:val="005B1734"/>
    <w:rsid w:val="005E14C0"/>
    <w:rsid w:val="005F2532"/>
    <w:rsid w:val="005F3234"/>
    <w:rsid w:val="006028AD"/>
    <w:rsid w:val="0061741A"/>
    <w:rsid w:val="0065087C"/>
    <w:rsid w:val="00671ACA"/>
    <w:rsid w:val="00684326"/>
    <w:rsid w:val="006908EC"/>
    <w:rsid w:val="006A00E8"/>
    <w:rsid w:val="006E11B2"/>
    <w:rsid w:val="006F329B"/>
    <w:rsid w:val="00705EB8"/>
    <w:rsid w:val="00731332"/>
    <w:rsid w:val="00757A20"/>
    <w:rsid w:val="007935A6"/>
    <w:rsid w:val="00843804"/>
    <w:rsid w:val="008D3487"/>
    <w:rsid w:val="00935309"/>
    <w:rsid w:val="009615A6"/>
    <w:rsid w:val="009719D9"/>
    <w:rsid w:val="009E2923"/>
    <w:rsid w:val="00A1701F"/>
    <w:rsid w:val="00A23C54"/>
    <w:rsid w:val="00A54ABE"/>
    <w:rsid w:val="00A772FA"/>
    <w:rsid w:val="00A85C1C"/>
    <w:rsid w:val="00A941A5"/>
    <w:rsid w:val="00AA4820"/>
    <w:rsid w:val="00AF07E4"/>
    <w:rsid w:val="00B35E5F"/>
    <w:rsid w:val="00B4073A"/>
    <w:rsid w:val="00B4502E"/>
    <w:rsid w:val="00B57F81"/>
    <w:rsid w:val="00B67604"/>
    <w:rsid w:val="00B71E45"/>
    <w:rsid w:val="00B74874"/>
    <w:rsid w:val="00B91761"/>
    <w:rsid w:val="00BC401B"/>
    <w:rsid w:val="00C24113"/>
    <w:rsid w:val="00C43DD5"/>
    <w:rsid w:val="00C5684C"/>
    <w:rsid w:val="00C57B15"/>
    <w:rsid w:val="00C91CFD"/>
    <w:rsid w:val="00CB58C5"/>
    <w:rsid w:val="00D95699"/>
    <w:rsid w:val="00DE3864"/>
    <w:rsid w:val="00E57854"/>
    <w:rsid w:val="00E60DD0"/>
    <w:rsid w:val="00EB1254"/>
    <w:rsid w:val="00EC0A2D"/>
    <w:rsid w:val="00ED738B"/>
    <w:rsid w:val="00EE52BA"/>
    <w:rsid w:val="00F4385A"/>
    <w:rsid w:val="00F44A9A"/>
    <w:rsid w:val="00F467E9"/>
    <w:rsid w:val="00FA5B32"/>
    <w:rsid w:val="00FB4857"/>
    <w:rsid w:val="00FC50B1"/>
    <w:rsid w:val="00FF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1BC1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C342A"/>
    <w:pPr>
      <w:jc w:val="both"/>
    </w:pPr>
    <w:rPr>
      <w:rFonts w:asciiTheme="minorHAnsi" w:hAnsiTheme="minorHAnsi"/>
      <w:sz w:val="22"/>
      <w:szCs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Jalus">
    <w:name w:val="footer"/>
    <w:basedOn w:val="Normaallaad"/>
    <w:semiHidden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styleId="Kehatekst">
    <w:name w:val="Body Text"/>
    <w:basedOn w:val="Normaallaad"/>
    <w:semiHidden/>
  </w:style>
  <w:style w:type="character" w:styleId="Hperlink">
    <w:name w:val="Hyperlink"/>
    <w:semiHidden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5B1734"/>
    <w:pPr>
      <w:ind w:left="708"/>
    </w:pPr>
  </w:style>
  <w:style w:type="table" w:styleId="Kontuurtabel">
    <w:name w:val="Table Grid"/>
    <w:basedOn w:val="Normaaltabel"/>
    <w:uiPriority w:val="39"/>
    <w:rsid w:val="00731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E14C0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E14C0"/>
    <w:rPr>
      <w:rFonts w:ascii="Tahoma" w:hAnsi="Tahoma" w:cs="Tahoma"/>
      <w:sz w:val="16"/>
      <w:szCs w:val="16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6174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una@rescue.ee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mailto:info@muinsuskaitseamet.ee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V:\Blanketid%20jms\vallavalitsus\Elva%20Vallavalitsuse%20kirjablankett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Elva Vallavalitsuse kirjablankett</Template>
  <TotalTime>0</TotalTime>
  <Pages>1</Pages>
  <Words>107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Elva Vallavalitsus</vt:lpstr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Elva Vallavalitsus</dc:title>
  <dc:subject/>
  <dc:creator/>
  <cp:keywords/>
  <dc:description/>
  <cp:lastModifiedBy/>
  <cp:revision>1</cp:revision>
  <dcterms:created xsi:type="dcterms:W3CDTF">2020-09-28T08:53:00Z</dcterms:created>
  <dcterms:modified xsi:type="dcterms:W3CDTF">2020-09-28T10:39:00Z</dcterms:modified>
  <cp:category/>
</cp:coreProperties>
</file>